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D2" w:rsidRPr="00B02534" w:rsidRDefault="000E3615" w:rsidP="008D1620">
      <w:pPr>
        <w:pStyle w:val="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24162C7">
            <wp:simplePos x="0" y="0"/>
            <wp:positionH relativeFrom="margin">
              <wp:posOffset>-225425</wp:posOffset>
            </wp:positionH>
            <wp:positionV relativeFrom="paragraph">
              <wp:posOffset>225425</wp:posOffset>
            </wp:positionV>
            <wp:extent cx="6931660" cy="8808085"/>
            <wp:effectExtent l="0" t="0" r="2540" b="0"/>
            <wp:wrapSquare wrapText="bothSides"/>
            <wp:docPr id="692244818" name="Рисунок 1" descr="Изображение выглядит как графическая вставка, рисунок, иллюстрация, зарисовк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244818" name="Рисунок 1" descr="Изображение выглядит как графическая вставка, рисунок, иллюстрация, зарисовка&#10;&#10;Автоматически созданное описание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660" cy="880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B34D2" w:rsidRPr="00B02534" w:rsidSect="0055343A">
      <w:headerReference w:type="default" r:id="rId7"/>
      <w:footerReference w:type="default" r:id="rId8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2DA" w:rsidRDefault="009C52DA" w:rsidP="00AA1ABA">
      <w:pPr>
        <w:spacing w:after="0" w:line="240" w:lineRule="auto"/>
      </w:pPr>
      <w:r>
        <w:separator/>
      </w:r>
    </w:p>
  </w:endnote>
  <w:endnote w:type="continuationSeparator" w:id="0">
    <w:p w:rsidR="009C52DA" w:rsidRDefault="009C52DA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auto"/>
    <w:pitch w:val="variable"/>
    <w:sig w:usb0="C40006F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2DA" w:rsidRDefault="009C52DA" w:rsidP="00AA1ABA">
      <w:pPr>
        <w:spacing w:after="0" w:line="240" w:lineRule="auto"/>
      </w:pPr>
      <w:r>
        <w:separator/>
      </w:r>
    </w:p>
  </w:footnote>
  <w:footnote w:type="continuationSeparator" w:id="0">
    <w:p w:rsidR="009C52DA" w:rsidRDefault="009C52DA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03005E" w:rsidRDefault="000E3615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</w:rPr>
      <w:t>Ю. А. Федорук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8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615"/>
    <w:rsid w:val="0003005E"/>
    <w:rsid w:val="000A2619"/>
    <w:rsid w:val="000E3615"/>
    <w:rsid w:val="00101B76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673AA5"/>
    <w:rsid w:val="00732082"/>
    <w:rsid w:val="007B2EB3"/>
    <w:rsid w:val="007F6D02"/>
    <w:rsid w:val="0085564F"/>
    <w:rsid w:val="008903B3"/>
    <w:rsid w:val="008D1620"/>
    <w:rsid w:val="00904715"/>
    <w:rsid w:val="009C52DA"/>
    <w:rsid w:val="00AA1ABA"/>
    <w:rsid w:val="00B02534"/>
    <w:rsid w:val="00B4276C"/>
    <w:rsid w:val="00C20DE6"/>
    <w:rsid w:val="00C25908"/>
    <w:rsid w:val="00DB34D2"/>
    <w:rsid w:val="00DD023A"/>
    <w:rsid w:val="00DE57A4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BF75E"/>
  <w15:chartTrackingRefBased/>
  <w15:docId w15:val="{EB62CC8C-FFA5-4183-AA65-8547798E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2025-08-27T06:03:00Z</dcterms:created>
  <dcterms:modified xsi:type="dcterms:W3CDTF">2025-08-27T06:04:00Z</dcterms:modified>
</cp:coreProperties>
</file>